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3D6703" w:rsidRDefault="00FD5E94" w:rsidP="000C3FF0">
      <w:pPr>
        <w:pStyle w:val="Heading1"/>
      </w:pPr>
      <w:bookmarkStart w:id="0" w:name="_Toc370037312"/>
      <w:r w:rsidRPr="003D6703">
        <w:rPr>
          <w:rFonts w:cs="Calibri"/>
          <w:sz w:val="32"/>
          <w:szCs w:val="32"/>
        </w:rPr>
        <w:t>Letter of Invitation</w:t>
      </w:r>
      <w:bookmarkEnd w:id="0"/>
    </w:p>
    <w:p w14:paraId="3AB06939" w14:textId="14AAAD71" w:rsidR="00FD5E94" w:rsidRPr="00181C05" w:rsidRDefault="000C3FF0" w:rsidP="00181C05">
      <w:pPr>
        <w:pStyle w:val="Heading1"/>
      </w:pPr>
      <w:r w:rsidRPr="003D6703">
        <w:t xml:space="preserve">REQUEST FOR </w:t>
      </w:r>
      <w:r w:rsidR="00D8341F" w:rsidRPr="003D6703">
        <w:t>PROPOSAL</w:t>
      </w:r>
      <w:bookmarkStart w:id="1" w:name="_GoBack"/>
      <w:bookmarkEnd w:id="1"/>
    </w:p>
    <w:p w14:paraId="1CC18401" w14:textId="39DBD933" w:rsidR="00FD5E94" w:rsidRPr="003D6703" w:rsidRDefault="00181C05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r>
        <w:rPr>
          <w:rFonts w:ascii="Calibri" w:hAnsi="Calibri" w:cs="Calibri"/>
          <w:b/>
          <w:highlight w:val="yellow"/>
          <w:lang w:val="en-GB"/>
        </w:rPr>
        <w:t>Ministry of Environment, Lands and Agricultural Development</w:t>
      </w:r>
    </w:p>
    <w:p w14:paraId="46F1DB1A" w14:textId="50557D94" w:rsidR="00FD5E94" w:rsidRPr="003D6703" w:rsidRDefault="00181C05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P.O. Box 234</w:t>
      </w:r>
    </w:p>
    <w:p w14:paraId="476F4BE3" w14:textId="6FB67DDD" w:rsidR="00FD5E94" w:rsidRPr="003D6703" w:rsidRDefault="00181C05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Bikenibeu</w:t>
      </w:r>
    </w:p>
    <w:p w14:paraId="2C37AB7D" w14:textId="76040E6F" w:rsidR="00FD5E94" w:rsidRPr="003D6703" w:rsidRDefault="00FD5E94" w:rsidP="00181C05">
      <w:pPr>
        <w:ind w:left="5760"/>
        <w:jc w:val="both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Republic of K</w:t>
      </w:r>
      <w:r w:rsidR="001D4C4F" w:rsidRPr="003D6703">
        <w:rPr>
          <w:rFonts w:ascii="Calibri" w:hAnsi="Calibri" w:cs="Calibri"/>
          <w:lang w:val="en-GB"/>
        </w:rPr>
        <w:t>iribati</w:t>
      </w:r>
    </w:p>
    <w:p w14:paraId="6EBAAD94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A61C8F7" w:rsidR="00FD5E94" w:rsidRPr="003D6703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The </w:t>
      </w:r>
      <w:r w:rsidR="00181C05" w:rsidRPr="00181C05">
        <w:rPr>
          <w:rFonts w:ascii="Calibri" w:hAnsi="Calibri" w:cs="Calibri"/>
          <w:b/>
          <w:bCs/>
          <w:lang w:val="en-GB" w:eastAsia="ko-KR"/>
        </w:rPr>
        <w:t>Ministry of Environment, Lands and Agricultural Development</w:t>
      </w:r>
      <w:r w:rsidR="00FD5E94" w:rsidRPr="003D6703">
        <w:rPr>
          <w:rFonts w:ascii="Calibri" w:hAnsi="Calibri" w:cs="Calibri"/>
          <w:lang w:val="en-GB" w:eastAsia="ko-KR"/>
        </w:rPr>
        <w:t xml:space="preserve"> invites </w:t>
      </w:r>
      <w:r w:rsidR="00D10D0C" w:rsidRPr="003D6703">
        <w:rPr>
          <w:rFonts w:ascii="Calibri" w:hAnsi="Calibri" w:cs="Calibri"/>
          <w:lang w:val="en-GB" w:eastAsia="ko-KR"/>
        </w:rPr>
        <w:t>Proposals</w:t>
      </w:r>
      <w:r w:rsidR="00FD5E94" w:rsidRPr="003D6703">
        <w:rPr>
          <w:rFonts w:ascii="Calibri" w:hAnsi="Calibri" w:cs="Calibri"/>
          <w:lang w:val="en-GB" w:eastAsia="ko-KR"/>
        </w:rPr>
        <w:t xml:space="preserve"> from Tenderers to </w:t>
      </w:r>
      <w:r w:rsidR="00636BF3" w:rsidRPr="003D6703">
        <w:rPr>
          <w:rFonts w:ascii="Calibri" w:hAnsi="Calibri" w:cs="Calibri"/>
          <w:lang w:val="en-GB" w:eastAsia="ko-KR"/>
        </w:rPr>
        <w:t xml:space="preserve">supply </w:t>
      </w:r>
      <w:r w:rsidR="00FD5E94" w:rsidRPr="003D6703">
        <w:rPr>
          <w:rFonts w:ascii="Calibri" w:hAnsi="Calibri" w:cs="Calibri"/>
          <w:lang w:val="en-GB" w:eastAsia="ko-KR"/>
        </w:rPr>
        <w:t xml:space="preserve">the </w:t>
      </w:r>
      <w:r w:rsidR="00636BF3" w:rsidRPr="003D6703">
        <w:rPr>
          <w:rFonts w:ascii="Calibri" w:hAnsi="Calibri" w:cs="Calibri"/>
          <w:lang w:val="en-GB" w:eastAsia="ko-KR"/>
        </w:rPr>
        <w:t>G</w:t>
      </w:r>
      <w:r w:rsidR="00B30674" w:rsidRPr="003D6703">
        <w:rPr>
          <w:rFonts w:ascii="Calibri" w:hAnsi="Calibri" w:cs="Calibri"/>
          <w:lang w:val="en-GB" w:eastAsia="ko-KR"/>
        </w:rPr>
        <w:t>oods</w:t>
      </w:r>
      <w:r w:rsidR="00FD5E94" w:rsidRPr="003D6703">
        <w:rPr>
          <w:rFonts w:ascii="Calibri" w:hAnsi="Calibri" w:cs="Calibri"/>
          <w:lang w:val="en-GB" w:eastAsia="ko-KR"/>
        </w:rPr>
        <w:t xml:space="preserve"> described in this Request for </w:t>
      </w:r>
      <w:r w:rsidR="00D10D0C" w:rsidRPr="003D6703">
        <w:rPr>
          <w:rFonts w:ascii="Calibri" w:hAnsi="Calibri" w:cs="Calibri"/>
          <w:lang w:val="en-GB" w:eastAsia="ko-KR"/>
        </w:rPr>
        <w:t>Proposal</w:t>
      </w:r>
      <w:r w:rsidR="00FD5E94" w:rsidRPr="003D6703">
        <w:rPr>
          <w:rFonts w:ascii="Calibri" w:hAnsi="Calibri" w:cs="Calibri"/>
          <w:lang w:val="en-GB" w:eastAsia="ko-KR"/>
        </w:rPr>
        <w:t xml:space="preserve"> (RF</w:t>
      </w:r>
      <w:r w:rsidR="00D8341F" w:rsidRPr="003D6703">
        <w:rPr>
          <w:rFonts w:ascii="Calibri" w:hAnsi="Calibri" w:cs="Calibri"/>
          <w:lang w:val="en-GB" w:eastAsia="ko-KR"/>
        </w:rPr>
        <w:t>P</w:t>
      </w:r>
      <w:r w:rsidR="00FD5E94" w:rsidRPr="003D6703">
        <w:rPr>
          <w:rFonts w:ascii="Calibri" w:hAnsi="Calibri" w:cs="Calibri"/>
          <w:lang w:val="en-GB" w:eastAsia="ko-KR"/>
        </w:rPr>
        <w:t xml:space="preserve">) </w:t>
      </w:r>
      <w:r w:rsidR="000C3FF0" w:rsidRPr="003D6703">
        <w:rPr>
          <w:rFonts w:ascii="Calibri" w:hAnsi="Calibri" w:cs="Calibri"/>
          <w:lang w:val="en-GB" w:eastAsia="ko-KR"/>
        </w:rPr>
        <w:t>as below</w:t>
      </w:r>
      <w:r w:rsidR="00FD5E94" w:rsidRPr="003D6703">
        <w:rPr>
          <w:rFonts w:ascii="Calibri" w:hAnsi="Calibri" w:cs="Calibri"/>
          <w:lang w:val="en-GB" w:eastAsia="ko-KR"/>
        </w:rPr>
        <w:t>.</w:t>
      </w:r>
    </w:p>
    <w:p w14:paraId="0AD7A804" w14:textId="7AC104FD" w:rsidR="000C3FF0" w:rsidRPr="003D670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3D6703">
        <w:rPr>
          <w:sz w:val="24"/>
          <w:szCs w:val="24"/>
        </w:rPr>
        <w:t>Procurement No:</w:t>
      </w:r>
      <w:r w:rsidRPr="003D6703">
        <w:rPr>
          <w:sz w:val="24"/>
          <w:szCs w:val="24"/>
        </w:rPr>
        <w:tab/>
      </w:r>
      <w:bookmarkEnd w:id="2"/>
      <w:bookmarkEnd w:id="3"/>
      <w:bookmarkEnd w:id="4"/>
      <w:bookmarkEnd w:id="5"/>
      <w:r w:rsidR="00181C05">
        <w:rPr>
          <w:sz w:val="24"/>
          <w:szCs w:val="24"/>
        </w:rPr>
        <w:t>16-G029-23</w:t>
      </w:r>
    </w:p>
    <w:p w14:paraId="63FF277A" w14:textId="01B63DCB" w:rsidR="00741DDD" w:rsidRPr="003D6703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3D6703">
        <w:rPr>
          <w:rFonts w:cs="Calibri"/>
          <w:sz w:val="24"/>
          <w:lang w:val="en-GB"/>
        </w:rPr>
        <w:t>Issue Date:</w:t>
      </w:r>
      <w:r w:rsidRPr="003D6703">
        <w:rPr>
          <w:rFonts w:cs="Calibri"/>
          <w:sz w:val="24"/>
          <w:lang w:val="en-GB"/>
        </w:rPr>
        <w:tab/>
      </w:r>
      <w:r w:rsidR="00181C05">
        <w:rPr>
          <w:rFonts w:cs="Calibri"/>
          <w:sz w:val="24"/>
          <w:lang w:val="en-GB"/>
        </w:rPr>
        <w:t>28</w:t>
      </w:r>
      <w:r w:rsidR="00181C05" w:rsidRPr="00181C05">
        <w:rPr>
          <w:rFonts w:cs="Calibri"/>
          <w:sz w:val="24"/>
          <w:vertAlign w:val="superscript"/>
          <w:lang w:val="en-GB"/>
        </w:rPr>
        <w:t>th</w:t>
      </w:r>
      <w:r w:rsidR="00181C05">
        <w:rPr>
          <w:rFonts w:cs="Calibri"/>
          <w:sz w:val="24"/>
          <w:lang w:val="en-GB"/>
        </w:rPr>
        <w:t xml:space="preserve"> August 2023</w:t>
      </w:r>
    </w:p>
    <w:p w14:paraId="4E9A6489" w14:textId="3A673843" w:rsidR="00741DDD" w:rsidRPr="003D6703" w:rsidRDefault="00D30A71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3D6703">
        <w:rPr>
          <w:rFonts w:cs="Calibri"/>
          <w:sz w:val="24"/>
          <w:lang w:val="en-GB"/>
        </w:rPr>
        <w:t>RFP</w:t>
      </w:r>
      <w:r w:rsidR="00741DDD" w:rsidRPr="003D6703">
        <w:rPr>
          <w:rFonts w:cs="Calibri"/>
          <w:sz w:val="24"/>
          <w:lang w:val="en-GB"/>
        </w:rPr>
        <w:t xml:space="preserve"> Closing Date:</w:t>
      </w:r>
      <w:r w:rsidR="00741DDD" w:rsidRPr="003D6703">
        <w:rPr>
          <w:rFonts w:cs="Calibri"/>
          <w:sz w:val="24"/>
          <w:lang w:val="en-GB"/>
        </w:rPr>
        <w:tab/>
      </w:r>
      <w:r w:rsidR="00181C05">
        <w:rPr>
          <w:rFonts w:cs="Calibri"/>
          <w:color w:val="FF0000"/>
          <w:sz w:val="24"/>
          <w:lang w:val="en-GB"/>
        </w:rPr>
        <w:t>11</w:t>
      </w:r>
      <w:r w:rsidR="00181C05" w:rsidRPr="00181C05">
        <w:rPr>
          <w:rFonts w:cs="Calibri"/>
          <w:color w:val="FF0000"/>
          <w:sz w:val="24"/>
          <w:vertAlign w:val="superscript"/>
          <w:lang w:val="en-GB"/>
        </w:rPr>
        <w:t>th</w:t>
      </w:r>
      <w:r w:rsidR="00181C05">
        <w:rPr>
          <w:rFonts w:cs="Calibri"/>
          <w:color w:val="FF0000"/>
          <w:sz w:val="24"/>
          <w:lang w:val="en-GB"/>
        </w:rPr>
        <w:t xml:space="preserve"> October 2023</w:t>
      </w:r>
      <w:r w:rsidR="007F5B51">
        <w:rPr>
          <w:rFonts w:cs="Calibri"/>
          <w:color w:val="FF0000"/>
          <w:sz w:val="24"/>
          <w:lang w:val="en-GB"/>
        </w:rPr>
        <w:t xml:space="preserve"> </w:t>
      </w:r>
      <w:r w:rsidR="00741DDD" w:rsidRPr="003D6703">
        <w:rPr>
          <w:rFonts w:cs="Calibri"/>
          <w:color w:val="FF0000"/>
          <w:sz w:val="24"/>
          <w:lang w:val="en-GB"/>
        </w:rPr>
        <w:t xml:space="preserve">– </w:t>
      </w:r>
      <w:r w:rsidR="007F5B51">
        <w:rPr>
          <w:rFonts w:cs="Calibri"/>
          <w:color w:val="FF0000"/>
          <w:sz w:val="24"/>
          <w:lang w:val="en-GB"/>
        </w:rPr>
        <w:t xml:space="preserve">at 5pm </w:t>
      </w:r>
      <w:r w:rsidR="002C506D" w:rsidRPr="003D6703">
        <w:rPr>
          <w:rFonts w:cs="Calibri"/>
          <w:color w:val="FF0000"/>
          <w:sz w:val="24"/>
          <w:lang w:val="en-GB"/>
        </w:rPr>
        <w:t>(</w:t>
      </w:r>
      <w:r w:rsidR="00384173" w:rsidRPr="003D6703">
        <w:rPr>
          <w:rFonts w:cs="Calibri"/>
          <w:color w:val="FF0000"/>
          <w:sz w:val="24"/>
          <w:lang w:val="en-GB"/>
        </w:rPr>
        <w:t>Tarawa</w:t>
      </w:r>
      <w:r w:rsidR="00741DDD" w:rsidRPr="003D6703">
        <w:rPr>
          <w:rFonts w:cs="Calibri"/>
          <w:color w:val="FF0000"/>
          <w:sz w:val="24"/>
          <w:lang w:val="en-GB"/>
        </w:rPr>
        <w:t xml:space="preserve"> Time</w:t>
      </w:r>
      <w:r w:rsidR="002C506D" w:rsidRPr="003D6703">
        <w:rPr>
          <w:rFonts w:cs="Calibri"/>
          <w:color w:val="FF0000"/>
          <w:sz w:val="24"/>
          <w:lang w:val="en-GB"/>
        </w:rPr>
        <w:t>)</w:t>
      </w:r>
      <w:r w:rsidR="002C506D" w:rsidRPr="003D6703">
        <w:rPr>
          <w:rFonts w:cs="Calibri"/>
          <w:sz w:val="24"/>
          <w:lang w:val="en-GB"/>
        </w:rPr>
        <w:t>*</w:t>
      </w:r>
    </w:p>
    <w:p w14:paraId="140FC738" w14:textId="6D11988C" w:rsidR="00741DDD" w:rsidRPr="003D6703" w:rsidRDefault="008B3076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</w:t>
      </w:r>
      <w:r w:rsidRPr="003D6703">
        <w:rPr>
          <w:rFonts w:cs="Calibri"/>
          <w:sz w:val="24"/>
          <w:lang w:val="en-GB"/>
        </w:rPr>
        <w:t xml:space="preserve"> </w:t>
      </w:r>
      <w:r w:rsidR="00741DDD" w:rsidRPr="003D6703">
        <w:rPr>
          <w:rFonts w:cs="Calibri"/>
          <w:sz w:val="24"/>
          <w:lang w:val="en-GB"/>
        </w:rPr>
        <w:t>Title:</w:t>
      </w:r>
      <w:r w:rsidR="00741DDD" w:rsidRPr="003D6703">
        <w:rPr>
          <w:rFonts w:cs="Calibri"/>
          <w:sz w:val="24"/>
          <w:lang w:val="en-GB"/>
        </w:rPr>
        <w:tab/>
        <w:t xml:space="preserve">Request for </w:t>
      </w:r>
      <w:r w:rsidR="00D10D0C" w:rsidRPr="003D6703">
        <w:rPr>
          <w:rFonts w:cs="Calibri"/>
          <w:sz w:val="24"/>
          <w:lang w:val="en-GB"/>
        </w:rPr>
        <w:t>Proposal</w:t>
      </w:r>
      <w:r w:rsidR="00741DDD" w:rsidRPr="003D6703">
        <w:rPr>
          <w:rFonts w:cs="Calibri"/>
          <w:sz w:val="24"/>
          <w:lang w:val="en-GB"/>
        </w:rPr>
        <w:t xml:space="preserve"> (RF</w:t>
      </w:r>
      <w:r w:rsidR="00D10D0C" w:rsidRPr="003D6703">
        <w:rPr>
          <w:rFonts w:cs="Calibri"/>
          <w:sz w:val="24"/>
          <w:lang w:val="en-GB"/>
        </w:rPr>
        <w:t>P</w:t>
      </w:r>
      <w:r w:rsidR="00741DDD" w:rsidRPr="003D6703">
        <w:rPr>
          <w:rFonts w:cs="Calibri"/>
          <w:sz w:val="24"/>
          <w:lang w:val="en-GB"/>
        </w:rPr>
        <w:t xml:space="preserve">) for </w:t>
      </w:r>
      <w:r w:rsidR="00181C05">
        <w:rPr>
          <w:rFonts w:cs="Calibri"/>
          <w:sz w:val="24"/>
          <w:lang w:val="en-GB"/>
        </w:rPr>
        <w:t>Supply and Installation of a 40kWp grid-tied Photovoltaic system for the new Betio Materials Recovery Facility</w:t>
      </w:r>
    </w:p>
    <w:p w14:paraId="08481A19" w14:textId="307812B5" w:rsidR="000C3FF0" w:rsidRPr="003D6703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/>
        </w:rPr>
        <w:t>This RF</w:t>
      </w:r>
      <w:r w:rsidR="00D10D0C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 xml:space="preserve"> consists of </w:t>
      </w:r>
      <w:r w:rsidRPr="003D6703">
        <w:rPr>
          <w:rFonts w:ascii="Calibri" w:hAnsi="Calibri" w:cs="Calibri"/>
          <w:lang w:val="en-GB" w:eastAsia="ko-KR"/>
        </w:rPr>
        <w:t xml:space="preserve">the following </w:t>
      </w:r>
      <w:r w:rsidR="008B3076">
        <w:rPr>
          <w:rFonts w:ascii="Calibri" w:hAnsi="Calibri" w:cs="Calibri"/>
          <w:lang w:val="en-GB"/>
        </w:rPr>
        <w:t>documents</w:t>
      </w:r>
      <w:r w:rsidRPr="003D6703">
        <w:rPr>
          <w:rFonts w:ascii="Calibri" w:hAnsi="Calibri" w:cs="Calibri"/>
          <w:lang w:val="en-GB"/>
        </w:rPr>
        <w:t xml:space="preserve">, </w:t>
      </w:r>
      <w:r w:rsidR="006945A5" w:rsidRPr="003D6703">
        <w:rPr>
          <w:rFonts w:ascii="Calibri" w:hAnsi="Calibri" w:cs="Calibri"/>
          <w:lang w:val="en-GB"/>
        </w:rPr>
        <w:t xml:space="preserve">in addition to </w:t>
      </w:r>
      <w:r w:rsidRPr="003D6703">
        <w:rPr>
          <w:rFonts w:ascii="Calibri" w:hAnsi="Calibri" w:cs="Calibri"/>
          <w:lang w:val="en-GB"/>
        </w:rPr>
        <w:t>this letter, in separate files</w:t>
      </w:r>
      <w:r w:rsidRPr="003D6703">
        <w:rPr>
          <w:rFonts w:ascii="Calibri" w:hAnsi="Calibri" w:cs="Calibri"/>
          <w:lang w:val="en-GB" w:eastAsia="ko-KR"/>
        </w:rPr>
        <w:t>:</w:t>
      </w:r>
    </w:p>
    <w:p w14:paraId="2D25F425" w14:textId="77777777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Instructions on how to submit the Proposal</w:t>
      </w:r>
    </w:p>
    <w:p w14:paraId="33A46FA7" w14:textId="77777777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Time Schedule for the RFP/procurement process</w:t>
      </w:r>
    </w:p>
    <w:p w14:paraId="511DD439" w14:textId="09728984" w:rsidR="000C3FF0" w:rsidRPr="003D6703" w:rsidRDefault="006945A5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3D6703">
        <w:rPr>
          <w:rFonts w:ascii="Calibri" w:hAnsi="Calibri" w:cs="Calibri"/>
          <w:b/>
          <w:lang w:val="en-GB"/>
        </w:rPr>
        <w:t>Goods to be provided</w:t>
      </w:r>
    </w:p>
    <w:p w14:paraId="601E1C68" w14:textId="57189F39" w:rsidR="002C506D" w:rsidRPr="003D6703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Evaluation Criteria and Method</w:t>
      </w:r>
    </w:p>
    <w:p w14:paraId="3093E477" w14:textId="08AD5FB2" w:rsidR="00F972FE" w:rsidRPr="003D6703" w:rsidRDefault="00B97CCC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6945A5" w:rsidRPr="003D6703">
        <w:rPr>
          <w:rFonts w:ascii="Calibri" w:hAnsi="Calibri" w:cs="Calibri"/>
          <w:b/>
          <w:lang w:val="en-GB"/>
        </w:rPr>
        <w:t xml:space="preserve"> </w:t>
      </w:r>
      <w:r w:rsidR="00F972FE" w:rsidRPr="003D6703">
        <w:rPr>
          <w:rFonts w:ascii="Calibri" w:hAnsi="Calibri" w:cs="Calibri"/>
          <w:b/>
          <w:lang w:val="en-GB"/>
        </w:rPr>
        <w:t xml:space="preserve">Contract Conditions for </w:t>
      </w:r>
      <w:r w:rsidR="006945A5" w:rsidRPr="003D6703">
        <w:rPr>
          <w:rFonts w:ascii="Calibri" w:hAnsi="Calibri" w:cs="Calibri"/>
          <w:b/>
          <w:lang w:val="en-GB"/>
        </w:rPr>
        <w:t xml:space="preserve">the </w:t>
      </w:r>
      <w:r w:rsidR="00F972FE" w:rsidRPr="003D6703">
        <w:rPr>
          <w:rFonts w:ascii="Calibri" w:hAnsi="Calibri" w:cs="Calibri"/>
          <w:b/>
          <w:lang w:val="en-GB"/>
        </w:rPr>
        <w:t xml:space="preserve">Supply of </w:t>
      </w:r>
      <w:r w:rsidR="006945A5" w:rsidRPr="003D6703">
        <w:rPr>
          <w:rFonts w:ascii="Calibri" w:hAnsi="Calibri" w:cs="Calibri"/>
          <w:b/>
          <w:lang w:val="en-GB"/>
        </w:rPr>
        <w:t xml:space="preserve">Specified </w:t>
      </w:r>
      <w:r w:rsidR="00F972FE" w:rsidRPr="003D6703">
        <w:rPr>
          <w:rFonts w:ascii="Calibri" w:hAnsi="Calibri" w:cs="Calibri"/>
          <w:b/>
          <w:lang w:val="en-GB"/>
        </w:rPr>
        <w:t>Goods</w:t>
      </w:r>
    </w:p>
    <w:p w14:paraId="34B07D4D" w14:textId="294D2486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3D6703">
        <w:rPr>
          <w:rFonts w:ascii="Calibri" w:hAnsi="Calibri" w:cs="Calibri"/>
          <w:b/>
          <w:lang w:val="en-GB"/>
        </w:rPr>
        <w:t>General Contract Conditions</w:t>
      </w:r>
      <w:r w:rsidR="006945A5" w:rsidRPr="003D6703">
        <w:rPr>
          <w:rFonts w:ascii="Calibri" w:hAnsi="Calibri" w:cs="Calibri"/>
          <w:b/>
          <w:lang w:val="en-GB"/>
        </w:rPr>
        <w:t xml:space="preserve"> for the Supply of Specified Goods</w:t>
      </w:r>
    </w:p>
    <w:p w14:paraId="37B9CFEB" w14:textId="1166772C" w:rsidR="00E11D9B" w:rsidRDefault="00E11D9B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>Certificate of Compliance Form</w:t>
      </w:r>
    </w:p>
    <w:p w14:paraId="22F699CB" w14:textId="4C34E038" w:rsidR="008C2DFE" w:rsidRPr="003D6703" w:rsidRDefault="008C2DFE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8C2DFE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59211519" w:rsidR="00FD5E94" w:rsidRPr="003D6703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 xml:space="preserve">A </w:t>
      </w:r>
      <w:r w:rsidR="002C506D" w:rsidRPr="003D6703">
        <w:rPr>
          <w:rFonts w:ascii="Calibri" w:hAnsi="Calibri" w:cs="Calibri"/>
          <w:lang w:val="en-GB"/>
        </w:rPr>
        <w:t xml:space="preserve">Supplier </w:t>
      </w:r>
      <w:r w:rsidRPr="003D6703">
        <w:rPr>
          <w:rFonts w:ascii="Calibri" w:hAnsi="Calibri" w:cs="Calibri"/>
          <w:lang w:val="en-GB"/>
        </w:rPr>
        <w:t xml:space="preserve">will be selected based </w:t>
      </w:r>
      <w:r w:rsidR="00233749" w:rsidRPr="003D6703">
        <w:rPr>
          <w:rFonts w:ascii="Calibri" w:hAnsi="Calibri" w:cs="Calibri"/>
          <w:lang w:val="en-GB"/>
        </w:rPr>
        <w:t>on the</w:t>
      </w:r>
      <w:r w:rsidRPr="003D6703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>.</w:t>
      </w:r>
    </w:p>
    <w:p w14:paraId="6ADD2DD0" w14:textId="77777777" w:rsidR="00FD5E94" w:rsidRPr="003D6703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Sincerely,</w:t>
      </w:r>
    </w:p>
    <w:p w14:paraId="1E659046" w14:textId="2FBDF91C" w:rsidR="00FD5E94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>______________________</w:t>
      </w:r>
      <w:r w:rsidR="00D8341F" w:rsidRPr="003D6703">
        <w:rPr>
          <w:rFonts w:ascii="Calibri" w:hAnsi="Calibri" w:cs="Calibri"/>
          <w:lang w:val="en-GB" w:eastAsia="ko-KR"/>
        </w:rPr>
        <w:t>____________</w:t>
      </w:r>
    </w:p>
    <w:p w14:paraId="321F4236" w14:textId="743BF113" w:rsidR="00181C05" w:rsidRPr="003D6703" w:rsidRDefault="00181C0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Saitofi Mika</w:t>
      </w:r>
    </w:p>
    <w:p w14:paraId="2FE39D93" w14:textId="1CCB8F59" w:rsidR="00FD5E94" w:rsidRPr="003D6703" w:rsidRDefault="00181C05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for Ministry of Environment, Lands and Agricultural Development</w:t>
      </w:r>
    </w:p>
    <w:p w14:paraId="5A7C3FF2" w14:textId="63892902" w:rsidR="002C506D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3D6703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3D6703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3D6703">
        <w:rPr>
          <w:i/>
          <w:color w:val="FF0000"/>
          <w:lang w:val="en-GB" w:eastAsia="ko-KR"/>
        </w:rPr>
        <w:t>*</w:t>
      </w:r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3D6703" w:rsidSect="001D47B7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085B6" w14:textId="77777777" w:rsidR="00BC7F8E" w:rsidRDefault="00BC7F8E">
      <w:r>
        <w:separator/>
      </w:r>
    </w:p>
  </w:endnote>
  <w:endnote w:type="continuationSeparator" w:id="0">
    <w:p w14:paraId="513B3381" w14:textId="77777777" w:rsidR="00BC7F8E" w:rsidRDefault="00BC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26568" w:rsidRPr="0022656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26568" w:rsidRPr="0022656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FD8E7A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81C05">
      <w:rPr>
        <w:noProof/>
      </w:rPr>
      <w:t>2023-08-24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96FC1" w14:textId="77777777" w:rsidR="00BC7F8E" w:rsidRDefault="00BC7F8E">
      <w:r>
        <w:separator/>
      </w:r>
    </w:p>
  </w:footnote>
  <w:footnote w:type="continuationSeparator" w:id="0">
    <w:p w14:paraId="588EA636" w14:textId="77777777" w:rsidR="00BC7F8E" w:rsidRDefault="00BC7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5F034879" w:rsidR="00D15CF2" w:rsidRPr="001D4C4F" w:rsidRDefault="001D47B7" w:rsidP="001D47B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C78A0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77553"/>
    <w:rsid w:val="00180408"/>
    <w:rsid w:val="001813E4"/>
    <w:rsid w:val="00181997"/>
    <w:rsid w:val="00181C0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4886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7B7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6568"/>
    <w:rsid w:val="00227D1F"/>
    <w:rsid w:val="00230F2B"/>
    <w:rsid w:val="002324DA"/>
    <w:rsid w:val="002327FA"/>
    <w:rsid w:val="00233749"/>
    <w:rsid w:val="00234A3C"/>
    <w:rsid w:val="00234DBA"/>
    <w:rsid w:val="00235782"/>
    <w:rsid w:val="002364DF"/>
    <w:rsid w:val="00237607"/>
    <w:rsid w:val="00240A7D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B7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969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951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3FC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703"/>
    <w:rsid w:val="003D766E"/>
    <w:rsid w:val="003E06EC"/>
    <w:rsid w:val="003E0D05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1F85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8B4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BF3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5A5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CB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117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B51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B80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076"/>
    <w:rsid w:val="008B4CCD"/>
    <w:rsid w:val="008B51A9"/>
    <w:rsid w:val="008B7A4C"/>
    <w:rsid w:val="008B7ED9"/>
    <w:rsid w:val="008C0385"/>
    <w:rsid w:val="008C2DFE"/>
    <w:rsid w:val="008C32E1"/>
    <w:rsid w:val="008C33EE"/>
    <w:rsid w:val="008C3B34"/>
    <w:rsid w:val="008C501A"/>
    <w:rsid w:val="008C64F0"/>
    <w:rsid w:val="008C7157"/>
    <w:rsid w:val="008C72D6"/>
    <w:rsid w:val="008C7C5F"/>
    <w:rsid w:val="008D052E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000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51C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B7B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97CCC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7F8E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226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0A71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41F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1D9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013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3864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FE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E4D08A-29DB-462F-A7D3-A8EB6C8A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1489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6</cp:revision>
  <cp:lastPrinted>2013-10-18T08:32:00Z</cp:lastPrinted>
  <dcterms:created xsi:type="dcterms:W3CDTF">2020-12-01T13:40:00Z</dcterms:created>
  <dcterms:modified xsi:type="dcterms:W3CDTF">2023-08-23T23:03:00Z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